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562145E6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4834BB">
              <w:rPr>
                <w:rFonts w:ascii="Times New Roman" w:eastAsia="Calibri" w:hAnsi="Times New Roman" w:cs="Times New Roman"/>
              </w:rPr>
              <w:t>MTÜ Eesti Lipu Seltsi</w:t>
            </w:r>
            <w:r w:rsidR="00FD708D"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1E8CA0AA" w:rsidR="00F21C04" w:rsidRPr="004834BB" w:rsidRDefault="004834BB" w:rsidP="00E06C31">
            <w:pPr>
              <w:rPr>
                <w:rFonts w:ascii="Times New Roman" w:eastAsia="Calibri" w:hAnsi="Times New Roman" w:cs="Times New Roman"/>
              </w:rPr>
            </w:pPr>
            <w:r w:rsidRPr="004834BB">
              <w:rPr>
                <w:rFonts w:ascii="Times New Roman" w:eastAsia="Calibri" w:hAnsi="Times New Roman" w:cs="Times New Roman"/>
              </w:rPr>
              <w:t xml:space="preserve">MTÜ </w:t>
            </w:r>
            <w:r w:rsidR="00A13EE1" w:rsidRPr="004834BB">
              <w:rPr>
                <w:rFonts w:ascii="Times New Roman" w:eastAsia="Calibri" w:hAnsi="Times New Roman" w:cs="Times New Roman"/>
              </w:rPr>
              <w:t>Eesti Lipu Seltsi</w:t>
            </w:r>
            <w:r w:rsidR="00F21C04" w:rsidRPr="004834BB">
              <w:rPr>
                <w:rFonts w:ascii="Times New Roman" w:eastAsia="Calibri" w:hAnsi="Times New Roman" w:cs="Times New Roman"/>
              </w:rPr>
              <w:t xml:space="preserve"> kontaktisiku nimi, e-posti aadress ja telefoni nr lepingu täitmisel on: </w:t>
            </w:r>
          </w:p>
          <w:p w14:paraId="61719C96" w14:textId="5B98A486" w:rsidR="00F21C04" w:rsidRPr="00645CA1" w:rsidRDefault="00A13EE1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4834BB">
              <w:rPr>
                <w:rFonts w:ascii="Times New Roman" w:eastAsia="Calibri" w:hAnsi="Times New Roman" w:cs="Times New Roman"/>
              </w:rPr>
              <w:t>J</w:t>
            </w:r>
            <w:r w:rsidR="009046ED" w:rsidRPr="004834BB">
              <w:rPr>
                <w:rFonts w:ascii="Times New Roman" w:eastAsia="Calibri" w:hAnsi="Times New Roman" w:cs="Times New Roman"/>
              </w:rPr>
              <w:t>üri Trei</w:t>
            </w:r>
            <w:r w:rsidR="00F21C04" w:rsidRPr="004834BB">
              <w:rPr>
                <w:rFonts w:ascii="Times New Roman" w:eastAsia="Calibri" w:hAnsi="Times New Roman" w:cs="Times New Roman"/>
              </w:rPr>
              <w:t xml:space="preserve">, </w:t>
            </w:r>
            <w:r w:rsidR="009046ED" w:rsidRPr="004834BB">
              <w:rPr>
                <w:rFonts w:ascii="Times New Roman" w:eastAsia="Calibri" w:hAnsi="Times New Roman" w:cs="Times New Roman"/>
              </w:rPr>
              <w:t>jyri.trei@gmail.com</w:t>
            </w:r>
            <w:r w:rsidR="00F21C04" w:rsidRPr="004834BB">
              <w:rPr>
                <w:rFonts w:ascii="Times New Roman" w:eastAsia="Calibri" w:hAnsi="Times New Roman" w:cs="Times New Roman"/>
              </w:rPr>
              <w:t xml:space="preserve">, </w:t>
            </w:r>
            <w:r w:rsidR="00D6683D" w:rsidRPr="004834BB">
              <w:rPr>
                <w:rFonts w:ascii="Times New Roman" w:eastAsia="Calibri" w:hAnsi="Times New Roman" w:cs="Times New Roman"/>
              </w:rPr>
              <w:t>+372 5134445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3E2D2C5E" w:rsidR="00F21C04" w:rsidRPr="004834BB" w:rsidRDefault="00F66102" w:rsidP="00E06C31">
            <w:pPr>
              <w:rPr>
                <w:rFonts w:ascii="Times New Roman" w:eastAsia="Calibri" w:hAnsi="Times New Roman" w:cs="Times New Roman"/>
              </w:rPr>
            </w:pPr>
            <w:r w:rsidRPr="004834BB">
              <w:rPr>
                <w:rFonts w:ascii="Times New Roman" w:eastAsia="Calibri" w:hAnsi="Times New Roman" w:cs="Times New Roman"/>
              </w:rPr>
              <w:t xml:space="preserve">SEB </w:t>
            </w:r>
            <w:r w:rsidR="00025911" w:rsidRPr="004834BB">
              <w:rPr>
                <w:rFonts w:ascii="Times New Roman" w:eastAsia="Calibri" w:hAnsi="Times New Roman" w:cs="Times New Roman"/>
              </w:rPr>
              <w:t xml:space="preserve">pank </w:t>
            </w:r>
            <w:r w:rsidRPr="004834BB">
              <w:rPr>
                <w:rFonts w:ascii="Times New Roman" w:eastAsia="Calibri" w:hAnsi="Times New Roman" w:cs="Times New Roman"/>
              </w:rPr>
              <w:t>EE091010220049643010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6B63BC99" w:rsidR="00F21C04" w:rsidRPr="005679D2" w:rsidRDefault="004834BB" w:rsidP="00E06C31">
            <w:pPr>
              <w:rPr>
                <w:rFonts w:ascii="Times New Roman" w:eastAsia="Calibri" w:hAnsi="Times New Roman" w:cs="Times New Roman"/>
              </w:rPr>
            </w:pPr>
            <w:r w:rsidRPr="005679D2">
              <w:rPr>
                <w:rFonts w:ascii="Times New Roman" w:eastAsia="Calibri" w:hAnsi="Times New Roman" w:cs="Times New Roman"/>
              </w:rPr>
              <w:t>MTÜ</w:t>
            </w:r>
            <w:r w:rsidR="007C4F56" w:rsidRPr="005679D2">
              <w:rPr>
                <w:rFonts w:ascii="Times New Roman" w:eastAsia="Calibri" w:hAnsi="Times New Roman" w:cs="Times New Roman"/>
              </w:rPr>
              <w:t>Eesti Li</w:t>
            </w:r>
            <w:r w:rsidRPr="005679D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7C4F56" w:rsidRPr="005679D2">
              <w:rPr>
                <w:rFonts w:ascii="Times New Roman" w:eastAsia="Calibri" w:hAnsi="Times New Roman" w:cs="Times New Roman"/>
              </w:rPr>
              <w:t>pu</w:t>
            </w:r>
            <w:proofErr w:type="spellEnd"/>
            <w:r w:rsidR="007C4F56" w:rsidRPr="005679D2">
              <w:rPr>
                <w:rFonts w:ascii="Times New Roman" w:eastAsia="Calibri" w:hAnsi="Times New Roman" w:cs="Times New Roman"/>
              </w:rPr>
              <w:t xml:space="preserve"> Seltsi põhikirja </w:t>
            </w:r>
            <w:r w:rsidR="00F21C04" w:rsidRPr="005679D2">
              <w:rPr>
                <w:rFonts w:ascii="Times New Roman" w:eastAsia="Calibri" w:hAnsi="Times New Roman" w:cs="Times New Roman"/>
              </w:rPr>
              <w:t xml:space="preserve">alusel </w:t>
            </w:r>
            <w:r w:rsidR="00CC5EC6" w:rsidRPr="005679D2">
              <w:rPr>
                <w:rFonts w:ascii="Times New Roman" w:eastAsia="Calibri" w:hAnsi="Times New Roman" w:cs="Times New Roman"/>
              </w:rPr>
              <w:t>esimees, Jüri Trei</w:t>
            </w:r>
            <w:r w:rsidR="00F21C04" w:rsidRPr="005679D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E755" w14:textId="77777777" w:rsidR="004B526A" w:rsidRDefault="004B526A" w:rsidP="00DF44DF">
      <w:r>
        <w:separator/>
      </w:r>
    </w:p>
  </w:endnote>
  <w:endnote w:type="continuationSeparator" w:id="0">
    <w:p w14:paraId="3933DB10" w14:textId="77777777" w:rsidR="004B526A" w:rsidRDefault="004B526A" w:rsidP="00DF44DF">
      <w:r>
        <w:continuationSeparator/>
      </w:r>
    </w:p>
  </w:endnote>
  <w:endnote w:type="continuationNotice" w:id="1">
    <w:p w14:paraId="76B1EE6F" w14:textId="77777777" w:rsidR="0067467E" w:rsidRDefault="006746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A9122" w14:textId="77777777" w:rsidR="004B526A" w:rsidRDefault="004B526A" w:rsidP="00DF44DF">
      <w:r>
        <w:separator/>
      </w:r>
    </w:p>
  </w:footnote>
  <w:footnote w:type="continuationSeparator" w:id="0">
    <w:p w14:paraId="61A4902A" w14:textId="77777777" w:rsidR="004B526A" w:rsidRDefault="004B526A" w:rsidP="00DF44DF">
      <w:r>
        <w:continuationSeparator/>
      </w:r>
    </w:p>
  </w:footnote>
  <w:footnote w:type="continuationNotice" w:id="1">
    <w:p w14:paraId="01D0E628" w14:textId="77777777" w:rsidR="0067467E" w:rsidRDefault="006746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25911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834BB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679D2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4F56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046ED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3EE1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C5EC6"/>
    <w:rsid w:val="00CF2B77"/>
    <w:rsid w:val="00CF4303"/>
    <w:rsid w:val="00D22F4E"/>
    <w:rsid w:val="00D40650"/>
    <w:rsid w:val="00D4365B"/>
    <w:rsid w:val="00D559F8"/>
    <w:rsid w:val="00D6683D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66102"/>
    <w:rsid w:val="00F73D45"/>
    <w:rsid w:val="00F9645B"/>
    <w:rsid w:val="00FC7E7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."/>
  <w:listSeparator w:val=",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Jüri Trei</cp:lastModifiedBy>
  <cp:revision>12</cp:revision>
  <cp:lastPrinted>2014-04-02T13:57:00Z</cp:lastPrinted>
  <dcterms:created xsi:type="dcterms:W3CDTF">2023-03-20T08:54:00Z</dcterms:created>
  <dcterms:modified xsi:type="dcterms:W3CDTF">2023-03-20T20:02:00Z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